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EC112" w14:textId="77777777" w:rsidR="00BE4B7E" w:rsidRDefault="00D82667">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7AF1CFE3" w14:textId="28DB1704" w:rsidR="00BE4B7E" w:rsidRDefault="00D82667">
      <w:pPr>
        <w:tabs>
          <w:tab w:val="left" w:pos="2835"/>
        </w:tabs>
        <w:spacing w:before="240" w:after="240"/>
        <w:ind w:left="2835" w:hanging="2835"/>
        <w:jc w:val="center"/>
        <w:rPr>
          <w:rFonts w:asciiTheme="minorHAnsi" w:hAnsiTheme="minorHAnsi" w:cstheme="minorHAnsi"/>
          <w:b/>
          <w:lang w:val="en-GB" w:eastAsia="ko-KR"/>
        </w:rPr>
      </w:pPr>
      <w:bookmarkStart w:id="0" w:name="_Ref371928515"/>
      <w:bookmarkStart w:id="1" w:name="_Ref384989099"/>
      <w:bookmarkStart w:id="2" w:name="_Ref385265302"/>
      <w:bookmarkStart w:id="3" w:name="_Ref374243803"/>
      <w:r>
        <w:rPr>
          <w:b/>
          <w:lang w:val="en-GB"/>
        </w:rPr>
        <w:t>Procurement No:</w:t>
      </w:r>
      <w:bookmarkEnd w:id="0"/>
      <w:bookmarkEnd w:id="1"/>
      <w:bookmarkEnd w:id="2"/>
      <w:bookmarkEnd w:id="3"/>
      <w:r>
        <w:rPr>
          <w:lang w:val="en-GB"/>
        </w:rPr>
        <w:t xml:space="preserve"> RFQ: </w:t>
      </w:r>
      <w:r w:rsidR="00E0216B">
        <w:rPr>
          <w:lang w:val="en-GB"/>
        </w:rPr>
        <w:t>22-G008-22</w:t>
      </w:r>
    </w:p>
    <w:p w14:paraId="29C13D83" w14:textId="77777777" w:rsidR="00BE4B7E" w:rsidRDefault="00D82667">
      <w:pPr>
        <w:rPr>
          <w:rFonts w:ascii="Calibri" w:hAnsi="Calibri" w:cs="Calibri"/>
          <w:b/>
          <w:lang w:val="en-GB" w:eastAsia="ko-KR"/>
        </w:rPr>
      </w:pPr>
      <w:r>
        <w:rPr>
          <w:rFonts w:ascii="Calibri" w:hAnsi="Calibri" w:cs="Calibri"/>
          <w:b/>
          <w:lang w:val="en-GB" w:eastAsia="ko-KR"/>
        </w:rPr>
        <w:br w:type="page"/>
      </w:r>
    </w:p>
    <w:p w14:paraId="7561A2C7" w14:textId="77777777" w:rsidR="00BE4B7E" w:rsidRDefault="00D82667">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3DAEA47A" w14:textId="77777777" w:rsidR="00BE4B7E" w:rsidRDefault="00D82667">
      <w:pPr>
        <w:pStyle w:val="TOC1"/>
        <w:rPr>
          <w:rFonts w:asciiTheme="minorHAnsi" w:eastAsiaTheme="minorEastAsia" w:hAnsiTheme="minorHAnsi" w:cstheme="minorBidi"/>
          <w:caps w:val="0"/>
          <w:sz w:val="22"/>
          <w:szCs w:val="22"/>
          <w:lang w:val="en-GB" w:eastAsia="en-GB"/>
        </w:rPr>
      </w:pPr>
      <w:r>
        <w:rPr>
          <w:lang w:val="en-GB"/>
        </w:rPr>
        <w:fldChar w:fldCharType="begin"/>
      </w:r>
      <w:r>
        <w:rPr>
          <w:lang w:val="en-GB"/>
        </w:rPr>
        <w:instrText xml:space="preserve"> TOC \o "1-4" </w:instrText>
      </w:r>
      <w:r>
        <w:rPr>
          <w:lang w:val="en-GB"/>
        </w:rPr>
        <w:fldChar w:fldCharType="separate"/>
      </w:r>
      <w:r>
        <w:rPr>
          <w:rFonts w:cs="Calibri"/>
        </w:rPr>
        <w:t>Instructions on how to submit the Quotation</w:t>
      </w:r>
      <w:r>
        <w:tab/>
      </w:r>
      <w:r>
        <w:fldChar w:fldCharType="begin"/>
      </w:r>
      <w:r>
        <w:instrText xml:space="preserve"> PAGEREF _Toc44938294 \h </w:instrText>
      </w:r>
      <w:r>
        <w:fldChar w:fldCharType="separate"/>
      </w:r>
      <w:r>
        <w:t>3</w:t>
      </w:r>
      <w:r>
        <w:fldChar w:fldCharType="end"/>
      </w:r>
    </w:p>
    <w:p w14:paraId="6FE8C3A5" w14:textId="77777777" w:rsidR="00BE4B7E" w:rsidRDefault="00D82667">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_Toc44938295 \h </w:instrText>
      </w:r>
      <w:r>
        <w:fldChar w:fldCharType="separate"/>
      </w:r>
      <w:r>
        <w:t>3</w:t>
      </w:r>
      <w:r>
        <w:fldChar w:fldCharType="end"/>
      </w:r>
    </w:p>
    <w:p w14:paraId="4FA67D49" w14:textId="77777777" w:rsidR="00BE4B7E" w:rsidRDefault="00D82667">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_Toc44938296 \h </w:instrText>
      </w:r>
      <w:r>
        <w:fldChar w:fldCharType="separate"/>
      </w:r>
      <w:r>
        <w:t>3</w:t>
      </w:r>
      <w:r>
        <w:fldChar w:fldCharType="end"/>
      </w:r>
    </w:p>
    <w:p w14:paraId="41214C89" w14:textId="77777777" w:rsidR="00BE4B7E" w:rsidRDefault="00D82667">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_Toc44938297 \h </w:instrText>
      </w:r>
      <w:r>
        <w:fldChar w:fldCharType="separate"/>
      </w:r>
      <w:r>
        <w:t>4</w:t>
      </w:r>
      <w:r>
        <w:fldChar w:fldCharType="end"/>
      </w:r>
    </w:p>
    <w:p w14:paraId="3581F6A4" w14:textId="77777777" w:rsidR="00BE4B7E" w:rsidRDefault="00D82667">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_Toc44938298 \h </w:instrText>
      </w:r>
      <w:r>
        <w:fldChar w:fldCharType="separate"/>
      </w:r>
      <w:r>
        <w:t>4</w:t>
      </w:r>
      <w:r>
        <w:fldChar w:fldCharType="end"/>
      </w:r>
    </w:p>
    <w:p w14:paraId="55DFC75F" w14:textId="77777777" w:rsidR="00BE4B7E" w:rsidRDefault="00D82667">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_Toc44938299 \h </w:instrText>
      </w:r>
      <w:r>
        <w:fldChar w:fldCharType="separate"/>
      </w:r>
      <w:r>
        <w:t>4</w:t>
      </w:r>
      <w:r>
        <w:fldChar w:fldCharType="end"/>
      </w:r>
    </w:p>
    <w:p w14:paraId="04F06088" w14:textId="77777777" w:rsidR="00BE4B7E" w:rsidRDefault="00D82667">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_Toc44938300 \h </w:instrText>
      </w:r>
      <w:r>
        <w:fldChar w:fldCharType="separate"/>
      </w:r>
      <w:r>
        <w:t>4</w:t>
      </w:r>
      <w:r>
        <w:fldChar w:fldCharType="end"/>
      </w:r>
    </w:p>
    <w:p w14:paraId="14B3ECCB" w14:textId="77777777" w:rsidR="00BE4B7E" w:rsidRDefault="00D82667">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_Toc44938301 \h </w:instrText>
      </w:r>
      <w:r>
        <w:fldChar w:fldCharType="separate"/>
      </w:r>
      <w:r>
        <w:t>5</w:t>
      </w:r>
      <w:r>
        <w:fldChar w:fldCharType="end"/>
      </w:r>
    </w:p>
    <w:p w14:paraId="558FE1BD" w14:textId="77777777" w:rsidR="00BE4B7E" w:rsidRDefault="00D82667">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_Toc44938302 \h </w:instrText>
      </w:r>
      <w:r>
        <w:fldChar w:fldCharType="separate"/>
      </w:r>
      <w:r>
        <w:t>5</w:t>
      </w:r>
      <w:r>
        <w:fldChar w:fldCharType="end"/>
      </w:r>
    </w:p>
    <w:p w14:paraId="0BD40022" w14:textId="77777777" w:rsidR="00BE4B7E" w:rsidRDefault="00D82667">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_Toc44938303 \h </w:instrText>
      </w:r>
      <w:r>
        <w:fldChar w:fldCharType="separate"/>
      </w:r>
      <w:r>
        <w:t>5</w:t>
      </w:r>
      <w:r>
        <w:fldChar w:fldCharType="end"/>
      </w:r>
    </w:p>
    <w:p w14:paraId="5F15BE1D" w14:textId="77777777" w:rsidR="00BE4B7E" w:rsidRDefault="00D82667">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_Toc44938304 \h </w:instrText>
      </w:r>
      <w:r>
        <w:fldChar w:fldCharType="separate"/>
      </w:r>
      <w:r>
        <w:t>6</w:t>
      </w:r>
      <w:r>
        <w:fldChar w:fldCharType="end"/>
      </w:r>
    </w:p>
    <w:p w14:paraId="602B4D5A" w14:textId="77777777" w:rsidR="00BE4B7E" w:rsidRDefault="00D82667">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_Toc44938305 \h </w:instrText>
      </w:r>
      <w:r>
        <w:fldChar w:fldCharType="separate"/>
      </w:r>
      <w:r>
        <w:t>6</w:t>
      </w:r>
      <w:r>
        <w:fldChar w:fldCharType="end"/>
      </w:r>
    </w:p>
    <w:p w14:paraId="78436855" w14:textId="77777777" w:rsidR="00BE4B7E" w:rsidRDefault="00D82667">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_Toc44938306 \h </w:instrText>
      </w:r>
      <w:r>
        <w:fldChar w:fldCharType="separate"/>
      </w:r>
      <w:r>
        <w:t>6</w:t>
      </w:r>
      <w:r>
        <w:fldChar w:fldCharType="end"/>
      </w:r>
    </w:p>
    <w:p w14:paraId="4D0681A2" w14:textId="77777777" w:rsidR="00BE4B7E" w:rsidRDefault="00D82667">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_Toc44938307 \h </w:instrText>
      </w:r>
      <w:r>
        <w:fldChar w:fldCharType="separate"/>
      </w:r>
      <w:r>
        <w:t>6</w:t>
      </w:r>
      <w:r>
        <w:fldChar w:fldCharType="end"/>
      </w:r>
    </w:p>
    <w:p w14:paraId="0DA80E54" w14:textId="77777777" w:rsidR="00BE4B7E" w:rsidRDefault="00D82667">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_Toc44938308 \h </w:instrText>
      </w:r>
      <w:r>
        <w:fldChar w:fldCharType="separate"/>
      </w:r>
      <w:r>
        <w:t>6</w:t>
      </w:r>
      <w:r>
        <w:fldChar w:fldCharType="end"/>
      </w:r>
    </w:p>
    <w:p w14:paraId="033A6444" w14:textId="77777777" w:rsidR="00BE4B7E" w:rsidRDefault="00D82667">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_Toc44938309 \h </w:instrText>
      </w:r>
      <w:r>
        <w:fldChar w:fldCharType="separate"/>
      </w:r>
      <w:r>
        <w:t>7</w:t>
      </w:r>
      <w:r>
        <w:fldChar w:fldCharType="end"/>
      </w:r>
    </w:p>
    <w:p w14:paraId="72253D92" w14:textId="77777777" w:rsidR="00BE4B7E" w:rsidRDefault="00D82667">
      <w:pPr>
        <w:rPr>
          <w:rFonts w:ascii="Calibri" w:hAnsi="Calibri" w:cs="Calibri"/>
          <w:lang w:val="en-GB"/>
        </w:rPr>
      </w:pPr>
      <w:r>
        <w:rPr>
          <w:caps/>
          <w:lang w:val="en-GB"/>
        </w:rPr>
        <w:fldChar w:fldCharType="end"/>
      </w:r>
    </w:p>
    <w:p w14:paraId="19B80514" w14:textId="77777777" w:rsidR="00BE4B7E" w:rsidRDefault="00D82667">
      <w:pPr>
        <w:rPr>
          <w:rFonts w:ascii="Calibri" w:hAnsi="Calibri" w:cs="Calibri"/>
          <w:b/>
          <w:sz w:val="32"/>
          <w:szCs w:val="32"/>
          <w:lang w:val="en-GB" w:eastAsia="en-GB"/>
        </w:rPr>
      </w:pPr>
      <w:bookmarkStart w:id="4" w:name="_Toc292659306"/>
      <w:r>
        <w:rPr>
          <w:rFonts w:cs="Calibri"/>
          <w:sz w:val="32"/>
          <w:szCs w:val="32"/>
          <w:lang w:val="en-GB"/>
        </w:rPr>
        <w:br w:type="page"/>
      </w:r>
    </w:p>
    <w:p w14:paraId="43A77E32" w14:textId="77777777" w:rsidR="00BE4B7E" w:rsidRDefault="00D82667">
      <w:pPr>
        <w:pStyle w:val="Heading1"/>
        <w:ind w:left="360"/>
        <w:rPr>
          <w:rFonts w:cs="Calibri"/>
          <w:sz w:val="32"/>
          <w:szCs w:val="32"/>
        </w:rPr>
      </w:pPr>
      <w:bookmarkStart w:id="5" w:name="_Toc44938294"/>
      <w:r>
        <w:rPr>
          <w:rFonts w:cs="Calibri"/>
          <w:sz w:val="32"/>
          <w:szCs w:val="32"/>
        </w:rPr>
        <w:lastRenderedPageBreak/>
        <w:t>Instructions</w:t>
      </w:r>
      <w:bookmarkEnd w:id="4"/>
      <w:r>
        <w:rPr>
          <w:rFonts w:cs="Calibri"/>
          <w:sz w:val="32"/>
          <w:szCs w:val="32"/>
        </w:rPr>
        <w:t xml:space="preserve"> on how to submit the Quotation</w:t>
      </w:r>
      <w:bookmarkEnd w:id="5"/>
    </w:p>
    <w:p w14:paraId="0BA12B45" w14:textId="77777777" w:rsidR="00BE4B7E" w:rsidRDefault="00D82667">
      <w:pPr>
        <w:pStyle w:val="Heading2"/>
        <w:numPr>
          <w:ilvl w:val="0"/>
          <w:numId w:val="3"/>
        </w:numPr>
        <w:ind w:left="360" w:hanging="270"/>
        <w:rPr>
          <w:rFonts w:cs="Calibri"/>
          <w:sz w:val="28"/>
          <w:szCs w:val="28"/>
          <w:lang w:eastAsia="ko-KR"/>
        </w:rPr>
      </w:pPr>
      <w:bookmarkStart w:id="6" w:name="_Toc44938295"/>
      <w:r>
        <w:rPr>
          <w:rFonts w:cs="Calibri"/>
          <w:sz w:val="28"/>
          <w:szCs w:val="28"/>
          <w:lang w:eastAsia="ko-KR"/>
        </w:rPr>
        <w:t>General Instructions</w:t>
      </w:r>
      <w:bookmarkEnd w:id="6"/>
    </w:p>
    <w:p w14:paraId="4105A725" w14:textId="77777777" w:rsidR="00BE4B7E" w:rsidRDefault="00D82667">
      <w:pPr>
        <w:spacing w:before="120"/>
        <w:jc w:val="both"/>
        <w:rPr>
          <w:rFonts w:ascii="Calibri" w:hAnsi="Calibri" w:cs="Calibri"/>
          <w:color w:val="000000"/>
          <w:lang w:val="en-GB"/>
        </w:rPr>
      </w:pPr>
      <w:r>
        <w:rPr>
          <w:rFonts w:ascii="Calibri" w:hAnsi="Calibri" w:cs="Calibri"/>
          <w:lang w:val="en-GB"/>
        </w:rPr>
        <w:t xml:space="preserve">The Ministry of Health &amp; Medical Services, hereinafter referred to as “Procuring Entity”,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0EA0F4F" w14:textId="77777777" w:rsidR="00BE4B7E" w:rsidRDefault="00D82667">
      <w:pPr>
        <w:spacing w:before="120"/>
        <w:jc w:val="both"/>
        <w:rPr>
          <w:rFonts w:ascii="Calibri" w:hAnsi="Calibri" w:cs="Calibri"/>
          <w:lang w:val="en-GB"/>
        </w:rPr>
      </w:pPr>
      <w:r>
        <w:rPr>
          <w:rFonts w:ascii="Calibri" w:hAnsi="Calibri" w:cs="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14:paraId="7E5A0D81" w14:textId="77777777" w:rsidR="00BE4B7E" w:rsidRDefault="00D82667">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Quotation. The Procuring Entity reserves the right to request additional data, information, discussions, or presentations to support part of, or an entire, Quotation.</w:t>
      </w:r>
    </w:p>
    <w:p w14:paraId="5FC51CD3" w14:textId="77777777" w:rsidR="00BE4B7E" w:rsidRDefault="00D82667">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Procuring Entity,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27EFBA5F" w14:textId="77777777" w:rsidR="00BE4B7E" w:rsidRDefault="00D82667">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32CDA1AF" w14:textId="77777777" w:rsidR="00BE4B7E" w:rsidRDefault="00D82667">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Quotations will be used for evaluation purposes and will not be returned.</w:t>
      </w:r>
    </w:p>
    <w:p w14:paraId="15C081E1" w14:textId="77777777" w:rsidR="00BE4B7E" w:rsidRDefault="00D82667">
      <w:pPr>
        <w:pStyle w:val="Heading3"/>
        <w:spacing w:before="240" w:after="0"/>
        <w:jc w:val="both"/>
        <w:rPr>
          <w:rFonts w:cs="Calibri"/>
          <w:sz w:val="24"/>
          <w:lang w:val="en-GB"/>
        </w:rPr>
      </w:pPr>
      <w:bookmarkStart w:id="9" w:name="_Toc44938296"/>
      <w:r>
        <w:rPr>
          <w:rFonts w:cs="Calibri"/>
          <w:sz w:val="24"/>
          <w:lang w:val="en-GB"/>
        </w:rPr>
        <w:t>Official email address</w:t>
      </w:r>
      <w:bookmarkEnd w:id="9"/>
    </w:p>
    <w:p w14:paraId="15435D46"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1"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All correspondence regarding this RFQ shall be submitted to this address, and this address only.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Procuring Entity shall be submitted in parallel.</w:t>
      </w:r>
    </w:p>
    <w:p w14:paraId="545DF350" w14:textId="77777777" w:rsidR="00BE4B7E" w:rsidRDefault="00D82667">
      <w:pPr>
        <w:rPr>
          <w:rFonts w:ascii="Calibri" w:hAnsi="Calibri" w:cs="Calibri"/>
          <w:b/>
          <w:lang w:val="en-GB"/>
        </w:rPr>
      </w:pPr>
      <w:r>
        <w:rPr>
          <w:rFonts w:cs="Calibri"/>
          <w:lang w:val="en-GB"/>
        </w:rPr>
        <w:br w:type="page"/>
      </w:r>
    </w:p>
    <w:p w14:paraId="334C1656" w14:textId="77777777" w:rsidR="00BE4B7E" w:rsidRDefault="00D82667">
      <w:pPr>
        <w:pStyle w:val="Heading3"/>
        <w:spacing w:before="240" w:after="0"/>
        <w:jc w:val="both"/>
        <w:rPr>
          <w:rFonts w:cs="Calibri"/>
          <w:sz w:val="24"/>
          <w:lang w:val="en-GB"/>
        </w:rPr>
      </w:pPr>
      <w:bookmarkStart w:id="11" w:name="_Toc44938297"/>
      <w:r>
        <w:rPr>
          <w:rFonts w:cs="Calibri"/>
          <w:sz w:val="24"/>
          <w:lang w:val="en-GB"/>
        </w:rPr>
        <w:lastRenderedPageBreak/>
        <w:t>Mandatory requirements</w:t>
      </w:r>
      <w:bookmarkEnd w:id="11"/>
    </w:p>
    <w:p w14:paraId="0901A5A8" w14:textId="77777777" w:rsidR="00BE4B7E" w:rsidRDefault="00D82667">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1F3CCB4A" w14:textId="77777777" w:rsidR="00BE4B7E" w:rsidRDefault="00D82667">
      <w:pPr>
        <w:pStyle w:val="Heading3"/>
        <w:spacing w:before="240" w:after="0"/>
        <w:jc w:val="both"/>
        <w:rPr>
          <w:rFonts w:cs="Calibri"/>
          <w:sz w:val="24"/>
          <w:lang w:val="en-GB"/>
        </w:rPr>
      </w:pPr>
      <w:bookmarkStart w:id="13" w:name="_Toc44938298"/>
      <w:r>
        <w:rPr>
          <w:rFonts w:cs="Calibri"/>
          <w:sz w:val="24"/>
          <w:lang w:val="en-GB"/>
        </w:rPr>
        <w:t>Clarification and amendment of RFQ documents</w:t>
      </w:r>
      <w:bookmarkEnd w:id="13"/>
    </w:p>
    <w:p w14:paraId="7A4FA4A1"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C6BB105"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hyperlink r:id="rId12" w:history="1">
        <w:r>
          <w:rPr>
            <w:rStyle w:val="Hyperlink"/>
            <w:rFonts w:ascii="Calibri" w:hAnsi="Calibri" w:cs="Calibri"/>
            <w:lang w:val="en-GB"/>
          </w:rPr>
          <w:t>www.procurement.gov.ki/opentender</w:t>
        </w:r>
      </w:hyperlink>
      <w:r>
        <w:rPr>
          <w:rFonts w:eastAsia="Times New Roman"/>
        </w:rPr>
        <w:t xml:space="preserve"> </w:t>
      </w:r>
      <w:r>
        <w:rPr>
          <w:rFonts w:ascii="Calibri" w:eastAsia="Times New Roman" w:hAnsi="Calibri" w:cs="Calibri"/>
          <w:lang w:val="en-GB"/>
        </w:rPr>
        <w:t>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Procuring Entity will release any clarifications and/or amendments.</w:t>
      </w:r>
    </w:p>
    <w:p w14:paraId="2A72E276" w14:textId="77777777" w:rsidR="00BE4B7E" w:rsidRDefault="00D82667">
      <w:pPr>
        <w:pStyle w:val="Heading3"/>
        <w:spacing w:before="240" w:after="0"/>
        <w:jc w:val="both"/>
        <w:rPr>
          <w:rFonts w:cs="Calibri"/>
          <w:sz w:val="24"/>
          <w:lang w:val="en-GB"/>
        </w:rPr>
      </w:pPr>
      <w:bookmarkStart w:id="15" w:name="_Toc44938299"/>
      <w:r>
        <w:rPr>
          <w:rFonts w:cs="Calibri"/>
          <w:sz w:val="24"/>
          <w:lang w:val="en-GB"/>
        </w:rPr>
        <w:t>Method of submission and Quotation format</w:t>
      </w:r>
      <w:bookmarkEnd w:id="15"/>
    </w:p>
    <w:p w14:paraId="146693F3" w14:textId="77777777" w:rsidR="00BE4B7E" w:rsidRDefault="00D82667">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3E4684E7" w14:textId="77777777" w:rsidR="00BE4B7E" w:rsidRDefault="00D82667">
      <w:pPr>
        <w:pStyle w:val="Heading4"/>
        <w:rPr>
          <w:lang w:val="en-GB"/>
        </w:rPr>
      </w:pPr>
      <w:bookmarkStart w:id="18" w:name="_Toc9865439"/>
      <w:bookmarkStart w:id="19" w:name="_Toc44938300"/>
      <w:r>
        <w:rPr>
          <w:lang w:val="en-GB"/>
        </w:rPr>
        <w:t>Electronic submission</w:t>
      </w:r>
      <w:bookmarkEnd w:id="18"/>
      <w:bookmarkEnd w:id="19"/>
    </w:p>
    <w:p w14:paraId="32657187"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78C11930"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Format of documents submitted shall be as follows:</w:t>
      </w:r>
    </w:p>
    <w:p w14:paraId="22F03BC7" w14:textId="77777777" w:rsidR="00BE4B7E" w:rsidRDefault="00D82667">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lastRenderedPageBreak/>
        <w:t>Signed letters in PDF format.</w:t>
      </w:r>
    </w:p>
    <w:p w14:paraId="75320626" w14:textId="77777777" w:rsidR="00BE4B7E" w:rsidRDefault="00D82667">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1B22DD3D" w14:textId="77777777" w:rsidR="00BE4B7E" w:rsidRDefault="00D82667">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38E2356" w14:textId="77777777" w:rsidR="00BE4B7E" w:rsidRDefault="00D82667">
      <w:pPr>
        <w:pStyle w:val="Heading4"/>
        <w:rPr>
          <w:lang w:val="en-GB"/>
        </w:rPr>
      </w:pPr>
      <w:bookmarkStart w:id="21" w:name="_Toc9865440"/>
      <w:bookmarkStart w:id="22" w:name="_Toc44938301"/>
      <w:r>
        <w:rPr>
          <w:lang w:val="en-GB"/>
        </w:rPr>
        <w:t>Other means of submission</w:t>
      </w:r>
      <w:bookmarkEnd w:id="21"/>
      <w:bookmarkEnd w:id="22"/>
    </w:p>
    <w:p w14:paraId="1EEE5A3C" w14:textId="77777777" w:rsidR="00BE4B7E" w:rsidRDefault="00D82667">
      <w:pPr>
        <w:rPr>
          <w:lang w:val="en-GB"/>
        </w:rPr>
      </w:pPr>
      <w:r>
        <w:rPr>
          <w:lang w:val="en-GB"/>
        </w:rPr>
        <w:t>For any other means of submission, i.e. delivery in hard copies, by mail, by hand or by courier, they shall be in closed and sealed envelopes or parcels, marked as above.</w:t>
      </w:r>
    </w:p>
    <w:p w14:paraId="390867EB" w14:textId="77777777" w:rsidR="00BE4B7E" w:rsidRDefault="00D82667">
      <w:pPr>
        <w:pStyle w:val="Heading2"/>
        <w:numPr>
          <w:ilvl w:val="0"/>
          <w:numId w:val="3"/>
        </w:numPr>
        <w:ind w:left="360" w:hanging="270"/>
        <w:rPr>
          <w:rFonts w:cs="Calibri"/>
          <w:sz w:val="28"/>
          <w:szCs w:val="28"/>
          <w:lang w:eastAsia="ko-KR"/>
        </w:rPr>
      </w:pPr>
      <w:bookmarkStart w:id="23" w:name="_Toc44938302"/>
      <w:r>
        <w:rPr>
          <w:rFonts w:cs="Calibri"/>
          <w:sz w:val="28"/>
          <w:szCs w:val="28"/>
          <w:lang w:eastAsia="ko-KR"/>
        </w:rPr>
        <w:t>Quotation Documents Required to be Submitted</w:t>
      </w:r>
      <w:bookmarkEnd w:id="23"/>
    </w:p>
    <w:p w14:paraId="12877E16"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72FCD20E" w14:textId="77777777" w:rsidR="00BE4B7E" w:rsidRDefault="00D82667">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Cover letter</w:t>
      </w:r>
    </w:p>
    <w:p w14:paraId="68134889" w14:textId="77777777" w:rsidR="00BE4B7E" w:rsidRDefault="00D82667">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Certificate of Compliance Form</w:t>
      </w:r>
    </w:p>
    <w:p w14:paraId="46D2ADE0" w14:textId="77777777" w:rsidR="00BE4B7E" w:rsidRDefault="00D82667">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Technical component</w:t>
      </w:r>
    </w:p>
    <w:p w14:paraId="1B6538C1" w14:textId="77777777" w:rsidR="00BE4B7E" w:rsidRDefault="00D82667">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Financial component, including annual financial reports</w:t>
      </w:r>
    </w:p>
    <w:p w14:paraId="153EF771"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2BA76DCA" w14:textId="77777777" w:rsidR="00BE4B7E" w:rsidRDefault="00D82667">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512B99A6" w14:textId="77777777" w:rsidR="00BE4B7E" w:rsidRDefault="00D82667">
      <w:pPr>
        <w:pStyle w:val="Heading3"/>
        <w:spacing w:before="240" w:after="0"/>
        <w:jc w:val="both"/>
        <w:rPr>
          <w:rFonts w:cs="Calibri"/>
          <w:sz w:val="24"/>
          <w:lang w:val="en-GB"/>
        </w:rPr>
      </w:pPr>
      <w:bookmarkStart w:id="26" w:name="_Toc44938303"/>
      <w:r>
        <w:rPr>
          <w:rFonts w:cs="Calibri"/>
          <w:sz w:val="24"/>
          <w:lang w:val="en-GB"/>
        </w:rPr>
        <w:t>Cover letter</w:t>
      </w:r>
      <w:bookmarkEnd w:id="26"/>
    </w:p>
    <w:p w14:paraId="10B26926"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2778833D" w14:textId="77777777" w:rsidR="00BE4B7E" w:rsidRDefault="00D8266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and address of the Tenderer;</w:t>
      </w:r>
    </w:p>
    <w:p w14:paraId="554F89FC" w14:textId="77777777" w:rsidR="00BE4B7E" w:rsidRDefault="00D8266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76D65AE" w14:textId="77777777" w:rsidR="00BE4B7E" w:rsidRDefault="00D8266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6AE2BBF2" w14:textId="77777777" w:rsidR="00BE4B7E" w:rsidRDefault="00D8266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175116CC" w14:textId="77777777" w:rsidR="00BE4B7E" w:rsidRDefault="00D82667">
      <w:pPr>
        <w:pStyle w:val="Heading3"/>
        <w:spacing w:before="240" w:after="0"/>
        <w:jc w:val="both"/>
        <w:rPr>
          <w:rFonts w:cs="Calibri"/>
          <w:sz w:val="24"/>
          <w:lang w:val="en-GB"/>
        </w:rPr>
      </w:pPr>
      <w:bookmarkStart w:id="27" w:name="_Toc44938304"/>
      <w:bookmarkStart w:id="28" w:name="_Hlk26438633"/>
      <w:r>
        <w:rPr>
          <w:rFonts w:cs="Calibri"/>
          <w:sz w:val="24"/>
          <w:lang w:val="en-GB"/>
        </w:rPr>
        <w:lastRenderedPageBreak/>
        <w:t>Certificate of Compliance Form</w:t>
      </w:r>
      <w:bookmarkEnd w:id="27"/>
    </w:p>
    <w:p w14:paraId="1CE44888" w14:textId="77777777" w:rsidR="00BE4B7E" w:rsidRDefault="00D82667">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7CBF5AA0" w14:textId="77777777" w:rsidR="00BE4B7E" w:rsidRDefault="00D82667">
      <w:pPr>
        <w:pStyle w:val="Heading3"/>
        <w:spacing w:before="240" w:after="0"/>
        <w:jc w:val="both"/>
        <w:rPr>
          <w:rFonts w:cs="Calibri"/>
          <w:sz w:val="24"/>
          <w:lang w:val="en-GB"/>
        </w:rPr>
      </w:pPr>
      <w:bookmarkStart w:id="29" w:name="_Toc44938305"/>
      <w:bookmarkEnd w:id="28"/>
      <w:r>
        <w:rPr>
          <w:rFonts w:cs="Calibri"/>
          <w:sz w:val="24"/>
          <w:lang w:val="en-GB"/>
        </w:rPr>
        <w:t>Technical component</w:t>
      </w:r>
      <w:bookmarkEnd w:id="29"/>
    </w:p>
    <w:p w14:paraId="5404A86E"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51BE6AFD" w14:textId="77777777" w:rsidR="00BE4B7E" w:rsidRDefault="00D82667">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w:t>
      </w:r>
      <w:r>
        <w:rPr>
          <w:rFonts w:ascii="Calibri" w:eastAsia="Times New Roman" w:hAnsi="Calibri" w:cs="Calibri"/>
        </w:rPr>
        <w:t>provide</w:t>
      </w:r>
      <w:r>
        <w:rPr>
          <w:rFonts w:ascii="Calibri" w:eastAsia="Times New Roman" w:hAnsi="Calibri" w:cs="Calibri" w:hint="eastAsia"/>
        </w:rPr>
        <w:t xml:space="preserve"> the following</w:t>
      </w:r>
      <w:bookmarkStart w:id="31" w:name="_Hlk26438904"/>
      <w:r>
        <w:rPr>
          <w:rFonts w:ascii="Calibri" w:eastAsia="Times New Roman" w:hAnsi="Calibri" w:cs="Calibri"/>
        </w:rPr>
        <w:t xml:space="preserve"> information with the RFQ</w:t>
      </w:r>
      <w:bookmarkEnd w:id="31"/>
      <w:r>
        <w:rPr>
          <w:rFonts w:ascii="Calibri" w:eastAsia="Times New Roman" w:hAnsi="Calibri" w:cs="Calibri"/>
        </w:rPr>
        <w:t>:</w:t>
      </w:r>
    </w:p>
    <w:p w14:paraId="111B3C63" w14:textId="77777777" w:rsidR="00BE4B7E" w:rsidRDefault="00D82667">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Description of the goods and related services</w:t>
      </w:r>
    </w:p>
    <w:p w14:paraId="5CE85896" w14:textId="77777777" w:rsidR="00BE4B7E" w:rsidRDefault="00D82667">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589B5C4A" w14:textId="77777777" w:rsidR="00BE4B7E" w:rsidRDefault="00D82667">
      <w:pPr>
        <w:numPr>
          <w:ilvl w:val="0"/>
          <w:numId w:val="7"/>
        </w:numPr>
        <w:spacing w:before="100" w:beforeAutospacing="1" w:after="100" w:afterAutospacing="1"/>
        <w:rPr>
          <w:rFonts w:ascii="Calibri" w:eastAsia="Times New Roman" w:hAnsi="Calibri" w:cs="Calibri"/>
        </w:rPr>
      </w:pPr>
      <w:bookmarkStart w:id="32" w:name="_Ref9605311"/>
      <w:r>
        <w:rPr>
          <w:rFonts w:ascii="Calibri" w:eastAsia="Times New Roman" w:hAnsi="Calibri" w:cs="Calibri"/>
        </w:rPr>
        <w:t>Tenderer’s references</w:t>
      </w:r>
      <w:bookmarkEnd w:id="32"/>
    </w:p>
    <w:bookmarkEnd w:id="30"/>
    <w:p w14:paraId="5B306F01"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Technical component shall not include any information regarding the Financial component.</w:t>
      </w:r>
    </w:p>
    <w:p w14:paraId="6C1F5752" w14:textId="77777777" w:rsidR="00BE4B7E" w:rsidRDefault="00D82667">
      <w:pPr>
        <w:pStyle w:val="Heading3"/>
        <w:spacing w:before="240" w:after="0"/>
        <w:jc w:val="both"/>
        <w:rPr>
          <w:rFonts w:cs="Calibri"/>
          <w:sz w:val="24"/>
          <w:lang w:val="en-GB"/>
        </w:rPr>
      </w:pPr>
      <w:bookmarkStart w:id="33" w:name="_Toc44938306"/>
      <w:r>
        <w:rPr>
          <w:rFonts w:cs="Calibri"/>
          <w:sz w:val="24"/>
          <w:lang w:val="en-GB"/>
        </w:rPr>
        <w:t>Financial component</w:t>
      </w:r>
      <w:bookmarkEnd w:id="33"/>
    </w:p>
    <w:p w14:paraId="0965DC74"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take into account the requirements and conditions outlined in the RFQ documents. </w:t>
      </w:r>
      <w:bookmarkStart w:id="34" w:name="_Hlk531783120"/>
      <w:r>
        <w:rPr>
          <w:rFonts w:ascii="Calibri" w:eastAsia="Times New Roman" w:hAnsi="Calibri" w:cs="Calibri"/>
          <w:lang w:val="en-GB"/>
        </w:rPr>
        <w:t>The Financial component shall include the following:</w:t>
      </w:r>
      <w:bookmarkEnd w:id="34"/>
    </w:p>
    <w:p w14:paraId="23C704C4" w14:textId="77777777" w:rsidR="00BE4B7E" w:rsidRDefault="00D82667">
      <w:pPr>
        <w:pStyle w:val="ListParagraph"/>
        <w:numPr>
          <w:ilvl w:val="0"/>
          <w:numId w:val="8"/>
        </w:numPr>
        <w:spacing w:before="100" w:beforeAutospacing="1" w:after="100" w:afterAutospacing="1"/>
        <w:ind w:leftChars="0"/>
        <w:rPr>
          <w:rFonts w:cs="Calibri"/>
          <w:sz w:val="24"/>
          <w:szCs w:val="24"/>
          <w:lang w:val="en-GB"/>
        </w:rPr>
      </w:pPr>
      <w:bookmarkStart w:id="35" w:name="_Hlk26439003"/>
      <w:r>
        <w:rPr>
          <w:rFonts w:cs="Calibri"/>
          <w:sz w:val="24"/>
          <w:szCs w:val="24"/>
          <w:lang w:val="en-GB"/>
        </w:rPr>
        <w:t xml:space="preserve">Price structure and pricing </w:t>
      </w:r>
      <w:bookmarkEnd w:id="35"/>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250E96A4" w14:textId="77777777" w:rsidR="00BE4B7E" w:rsidRDefault="00D82667">
      <w:pPr>
        <w:pStyle w:val="ListParagraph"/>
        <w:numPr>
          <w:ilvl w:val="0"/>
          <w:numId w:val="8"/>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p>
    <w:bookmarkEnd w:id="36"/>
    <w:p w14:paraId="3BB5D756" w14:textId="77777777" w:rsidR="00BE4B7E" w:rsidRDefault="00D82667">
      <w:pPr>
        <w:pStyle w:val="ListParagraph"/>
        <w:numPr>
          <w:ilvl w:val="0"/>
          <w:numId w:val="8"/>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4A12DC34" w14:textId="77777777" w:rsidR="00BE4B7E" w:rsidRDefault="00D82667">
      <w:pPr>
        <w:pStyle w:val="Heading2"/>
        <w:numPr>
          <w:ilvl w:val="0"/>
          <w:numId w:val="3"/>
        </w:numPr>
        <w:ind w:left="360" w:hanging="270"/>
        <w:rPr>
          <w:rFonts w:cs="Calibri"/>
          <w:sz w:val="28"/>
          <w:szCs w:val="28"/>
          <w:lang w:eastAsia="ko-KR"/>
        </w:rPr>
      </w:pPr>
      <w:bookmarkStart w:id="37" w:name="_Toc26439757"/>
      <w:bookmarkStart w:id="38" w:name="_Toc26369675"/>
      <w:bookmarkStart w:id="39" w:name="_Toc26369676"/>
      <w:bookmarkStart w:id="40" w:name="_Toc26439756"/>
      <w:bookmarkStart w:id="41" w:name="_Toc44938307"/>
      <w:bookmarkStart w:id="42" w:name="_Hlk26439196"/>
      <w:bookmarkEnd w:id="37"/>
      <w:bookmarkEnd w:id="38"/>
      <w:bookmarkEnd w:id="39"/>
      <w:bookmarkEnd w:id="40"/>
      <w:r>
        <w:rPr>
          <w:rFonts w:cs="Calibri"/>
          <w:sz w:val="28"/>
          <w:szCs w:val="28"/>
          <w:lang w:eastAsia="ko-KR"/>
        </w:rPr>
        <w:t>Contract Award</w:t>
      </w:r>
      <w:bookmarkEnd w:id="41"/>
    </w:p>
    <w:p w14:paraId="50968830"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39F37659" w14:textId="77777777" w:rsidR="00BE4B7E" w:rsidRDefault="00D82667">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4C101729" w14:textId="77777777" w:rsidR="00BE4B7E" w:rsidRDefault="00D82667">
      <w:pPr>
        <w:rPr>
          <w:rFonts w:eastAsia="Times New Roman" w:cs="Calibri"/>
          <w:lang w:val="en-GB"/>
        </w:rPr>
      </w:pPr>
      <w:r>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w:t>
      </w:r>
      <w:r>
        <w:rPr>
          <w:rFonts w:ascii="Calibri" w:eastAsia="Times New Roman" w:hAnsi="Calibri" w:cs="Calibri"/>
          <w:lang w:val="en-GB"/>
        </w:rPr>
        <w:lastRenderedPageBreak/>
        <w:t>Procuring Entity, have valid ground and must clearly account for the reasons for the disagreement. Complaints received after the last date and time will not be considered.</w:t>
      </w:r>
    </w:p>
    <w:p w14:paraId="20557024" w14:textId="77777777" w:rsidR="00BE4B7E" w:rsidRDefault="00D82667">
      <w:pPr>
        <w:pStyle w:val="Heading2"/>
        <w:numPr>
          <w:ilvl w:val="0"/>
          <w:numId w:val="3"/>
        </w:numPr>
        <w:ind w:left="360" w:hanging="270"/>
        <w:rPr>
          <w:rFonts w:cs="Calibri"/>
          <w:sz w:val="28"/>
          <w:szCs w:val="28"/>
          <w:lang w:eastAsia="ko-KR"/>
        </w:rPr>
      </w:pPr>
      <w:bookmarkStart w:id="45" w:name="_Toc44938309"/>
      <w:r>
        <w:rPr>
          <w:rFonts w:cs="Calibri"/>
          <w:sz w:val="28"/>
          <w:szCs w:val="28"/>
          <w:lang w:eastAsia="ko-KR"/>
        </w:rPr>
        <w:t>Contract finalisation</w:t>
      </w:r>
      <w:bookmarkEnd w:id="45"/>
    </w:p>
    <w:p w14:paraId="08BBCC4E"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14:paraId="27997ACB" w14:textId="77777777" w:rsidR="00BE4B7E" w:rsidRDefault="00D8266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Start w:id="46" w:name="_Toc26369680"/>
      <w:bookmarkStart w:id="47" w:name="_Toc26369681"/>
      <w:bookmarkStart w:id="48" w:name="_Toc26369683"/>
      <w:bookmarkStart w:id="49" w:name="_Toc26369682"/>
      <w:bookmarkEnd w:id="44"/>
      <w:bookmarkEnd w:id="46"/>
      <w:bookmarkEnd w:id="47"/>
      <w:bookmarkEnd w:id="48"/>
      <w:bookmarkEnd w:id="49"/>
    </w:p>
    <w:sectPr w:rsidR="00BE4B7E">
      <w:headerReference w:type="default" r:id="rId13"/>
      <w:footerReference w:type="default" r:id="rId14"/>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4AB60" w14:textId="77777777" w:rsidR="00196E4A" w:rsidRDefault="00196E4A">
      <w:r>
        <w:separator/>
      </w:r>
    </w:p>
  </w:endnote>
  <w:endnote w:type="continuationSeparator" w:id="0">
    <w:p w14:paraId="571A8B3A" w14:textId="77777777" w:rsidR="00196E4A" w:rsidRDefault="00196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4C1A8" w14:textId="77777777" w:rsidR="00BE4B7E" w:rsidRDefault="00D82667">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76BE4" w:rsidRPr="00276BE4">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76BE4" w:rsidRPr="00276BE4">
      <w:rPr>
        <w:noProof/>
        <w:color w:val="17365D" w:themeColor="text2" w:themeShade="BF"/>
        <w:lang w:val="sv-SE"/>
      </w:rPr>
      <w:t>7</w:t>
    </w:r>
    <w:r>
      <w:rPr>
        <w:color w:val="17365D" w:themeColor="text2" w:themeShade="BF"/>
      </w:rPr>
      <w:fldChar w:fldCharType="end"/>
    </w:r>
  </w:p>
  <w:p w14:paraId="1DB63B67" w14:textId="77777777" w:rsidR="00BE4B7E" w:rsidRDefault="00D82667">
    <w:pPr>
      <w:pStyle w:val="Footer"/>
    </w:pPr>
    <w:r>
      <w:fldChar w:fldCharType="begin"/>
    </w:r>
    <w:r>
      <w:instrText xml:space="preserve"> DATE \@ "yyyy-MM-dd" </w:instrText>
    </w:r>
    <w:r>
      <w:fldChar w:fldCharType="separate"/>
    </w:r>
    <w:r w:rsidR="00E0216B">
      <w:rPr>
        <w:noProof/>
      </w:rPr>
      <w:t>2022-10-19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AB065" w14:textId="77777777" w:rsidR="00196E4A" w:rsidRDefault="00196E4A">
      <w:r>
        <w:separator/>
      </w:r>
    </w:p>
  </w:footnote>
  <w:footnote w:type="continuationSeparator" w:id="0">
    <w:p w14:paraId="34CDE4CF" w14:textId="77777777" w:rsidR="00196E4A" w:rsidRDefault="00196E4A">
      <w:r>
        <w:continuationSeparator/>
      </w:r>
    </w:p>
  </w:footnote>
  <w:footnote w:id="1">
    <w:p w14:paraId="3EC21924" w14:textId="77777777" w:rsidR="00BE4B7E" w:rsidRDefault="00D82667">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7C25" w14:textId="77777777" w:rsidR="00BE4B7E" w:rsidRDefault="00D8266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059A8336" wp14:editId="13A8689D">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RFQ-</w:t>
    </w:r>
    <w:r>
      <w:rPr>
        <w:rFonts w:asciiTheme="minorHAnsi" w:hAnsiTheme="minorHAnsi" w:cstheme="minorHAnsi"/>
        <w:b/>
        <w:bCs/>
        <w:lang w:val="en-GB" w:eastAsia="ko-KR"/>
      </w:rPr>
      <w:t>MHMS</w:t>
    </w:r>
    <w:r w:rsidR="00276BE4">
      <w:rPr>
        <w:rStyle w:val="Strong"/>
        <w:rFonts w:asciiTheme="minorHAnsi" w:hAnsiTheme="minorHAnsi" w:cstheme="minorHAnsi"/>
        <w:lang w:val="en-GB"/>
      </w:rPr>
      <w:t>-</w:t>
    </w:r>
    <w:r>
      <w:rPr>
        <w:rStyle w:val="Strong"/>
        <w:rFonts w:asciiTheme="minorHAnsi" w:hAnsiTheme="minorHAnsi" w:cstheme="minorHAnsi"/>
        <w:lang w:val="en-GB"/>
      </w:rPr>
      <w:t>22</w:t>
    </w:r>
    <w:r w:rsidR="00276BE4">
      <w:rPr>
        <w:rStyle w:val="Strong"/>
        <w:rFonts w:asciiTheme="minorHAnsi" w:hAnsiTheme="minorHAnsi" w:cstheme="minorHAnsi"/>
        <w:lang w:val="en-GB"/>
      </w:rPr>
      <w:t>-G004</w:t>
    </w:r>
    <w:r>
      <w:rPr>
        <w:rStyle w:val="Strong"/>
        <w:rFonts w:asciiTheme="minorHAnsi" w:hAnsiTheme="minorHAnsi" w:cstheme="minorHAnsi"/>
        <w:lang w:val="en-GB"/>
      </w:rPr>
      <w:t>-</w:t>
    </w:r>
    <w:r w:rsidR="00276BE4">
      <w:rPr>
        <w:rStyle w:val="Strong"/>
        <w:rFonts w:asciiTheme="minorHAnsi" w:hAnsiTheme="minorHAnsi" w:cstheme="minorHAnsi"/>
        <w:lang w:val="en-GB"/>
      </w:rPr>
      <w:t>287</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7"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8622473">
    <w:abstractNumId w:val="1"/>
  </w:num>
  <w:num w:numId="2" w16cid:durableId="417946866">
    <w:abstractNumId w:val="6"/>
  </w:num>
  <w:num w:numId="3" w16cid:durableId="1158035992">
    <w:abstractNumId w:val="7"/>
  </w:num>
  <w:num w:numId="4" w16cid:durableId="961418632">
    <w:abstractNumId w:val="3"/>
  </w:num>
  <w:num w:numId="5" w16cid:durableId="1733432331">
    <w:abstractNumId w:val="5"/>
  </w:num>
  <w:num w:numId="6" w16cid:durableId="1829176275">
    <w:abstractNumId w:val="4"/>
  </w:num>
  <w:num w:numId="7" w16cid:durableId="1094859417">
    <w:abstractNumId w:val="0"/>
  </w:num>
  <w:num w:numId="8" w16cid:durableId="21292027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329"/>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6E4A"/>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76BE4"/>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65"/>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C75"/>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5D1"/>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1B8"/>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EC7"/>
    <w:rsid w:val="00BE014E"/>
    <w:rsid w:val="00BE197B"/>
    <w:rsid w:val="00BE298B"/>
    <w:rsid w:val="00BE4B7E"/>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2667"/>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16B"/>
    <w:rsid w:val="00E0237A"/>
    <w:rsid w:val="00E03C1D"/>
    <w:rsid w:val="00E05543"/>
    <w:rsid w:val="00E05656"/>
    <w:rsid w:val="00E05DAF"/>
    <w:rsid w:val="00E07328"/>
    <w:rsid w:val="00E0742C"/>
    <w:rsid w:val="00E076CB"/>
    <w:rsid w:val="00E0785C"/>
    <w:rsid w:val="00E07F19"/>
    <w:rsid w:val="00E10315"/>
    <w:rsid w:val="00E106C9"/>
    <w:rsid w:val="00E11044"/>
    <w:rsid w:val="00E110CB"/>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771D3"/>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4C49"/>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45E66BE"/>
    <w:rsid w:val="61530562"/>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ED3D65"/>
  <w15:docId w15:val="{0765C6F3-967C-4926-BC78-F32C43E1A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22F9BF-7191-4BC3-8914-F6FF8A15205B}">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1760</Words>
  <Characters>10036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3</cp:revision>
  <cp:lastPrinted>2013-10-18T08:32:00Z</cp:lastPrinted>
  <dcterms:created xsi:type="dcterms:W3CDTF">2022-10-18T02:22:00Z</dcterms:created>
  <dcterms:modified xsi:type="dcterms:W3CDTF">2022-10-19T03:53:00Z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1033-11.2.0.11341</vt:lpwstr>
  </property>
  <property fmtid="{D5CDD505-2E9C-101B-9397-08002B2CF9AE}" pid="4" name="ICV">
    <vt:lpwstr>C90AE0171DE340F8A865FEA19932409F</vt:lpwstr>
  </property>
</Properties>
</file>